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7E" w:rsidRDefault="0014507E">
      <w:r>
        <w:t>National Data Buoy Center</w:t>
      </w:r>
    </w:p>
    <w:p w:rsidR="0014507E" w:rsidRDefault="0014507E"/>
    <w:p w:rsidR="00961BE8" w:rsidRDefault="0064115A">
      <w:hyperlink r:id="rId5" w:history="1">
        <w:r w:rsidRPr="00A617C0">
          <w:rPr>
            <w:rStyle w:val="Hyperlink"/>
          </w:rPr>
          <w:t>http://www.ndbc.noaa.gov/maps/NorthCarolina.shtml</w:t>
        </w:r>
      </w:hyperlink>
    </w:p>
    <w:p w:rsidR="0064115A" w:rsidRDefault="0064115A"/>
    <w:p w:rsidR="0064115A" w:rsidRDefault="0064115A"/>
    <w:p w:rsidR="0064115A" w:rsidRDefault="0064115A">
      <w:r>
        <w:t xml:space="preserve">DART and DART </w:t>
      </w:r>
      <w:proofErr w:type="gramStart"/>
      <w:r>
        <w:t xml:space="preserve">Data  </w:t>
      </w:r>
      <w:proofErr w:type="gramEnd"/>
      <w:r>
        <w:fldChar w:fldCharType="begin"/>
      </w:r>
      <w:r>
        <w:instrText xml:space="preserve"> HYPERLINK "</w:instrText>
      </w:r>
      <w:r w:rsidRPr="0064115A">
        <w:instrText>http://www.ndbc.noaa.gov/dart.shtml</w:instrText>
      </w:r>
      <w:r>
        <w:instrText xml:space="preserve">" </w:instrText>
      </w:r>
      <w:r>
        <w:fldChar w:fldCharType="separate"/>
      </w:r>
      <w:r w:rsidRPr="00A617C0">
        <w:rPr>
          <w:rStyle w:val="Hyperlink"/>
        </w:rPr>
        <w:t>http://www.ndbc.noaa.gov/dart.shtml</w:t>
      </w:r>
      <w:r>
        <w:fldChar w:fldCharType="end"/>
      </w:r>
    </w:p>
    <w:p w:rsidR="0064115A" w:rsidRDefault="00C36D5D">
      <w:r>
        <w:t xml:space="preserve">East Coast Historical </w:t>
      </w:r>
      <w:proofErr w:type="gramStart"/>
      <w:r>
        <w:t xml:space="preserve">Data  </w:t>
      </w:r>
      <w:proofErr w:type="gramEnd"/>
      <w:hyperlink r:id="rId6" w:history="1">
        <w:r w:rsidRPr="00A617C0">
          <w:rPr>
            <w:rStyle w:val="Hyperlink"/>
          </w:rPr>
          <w:t>http://www.ndbc.noaa.gov/maps/southeast_hist.shtml</w:t>
        </w:r>
      </w:hyperlink>
    </w:p>
    <w:p w:rsidR="00C36D5D" w:rsidRDefault="00C36D5D">
      <w:bookmarkStart w:id="0" w:name="_GoBack"/>
      <w:bookmarkEnd w:id="0"/>
    </w:p>
    <w:sectPr w:rsidR="00C36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7E"/>
    <w:rsid w:val="0014507E"/>
    <w:rsid w:val="00347223"/>
    <w:rsid w:val="00366BEA"/>
    <w:rsid w:val="0064115A"/>
    <w:rsid w:val="00C36D5D"/>
    <w:rsid w:val="00E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11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1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dbc.noaa.gov/maps/southeast_hist.shtml" TargetMode="External"/><Relationship Id="rId5" Type="http://schemas.openxmlformats.org/officeDocument/2006/relationships/hyperlink" Target="http://www.ndbc.noaa.gov/maps/NorthCarolina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34014808.dotm</Template>
  <TotalTime>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Whitaker, Diane C</dc:creator>
  <cp:lastModifiedBy>Whitaker, Diane C</cp:lastModifiedBy>
  <cp:revision>3</cp:revision>
  <dcterms:created xsi:type="dcterms:W3CDTF">2013-03-27T17:07:00Z</dcterms:created>
  <dcterms:modified xsi:type="dcterms:W3CDTF">2013-03-27T17:16:00Z</dcterms:modified>
</cp:coreProperties>
</file>